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7252AA" w:rsidP="000C6B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PSYCHOLOGY I</w:t>
            </w:r>
            <w:r w:rsidR="00041235" w:rsidRPr="000C6BB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41235" w:rsidRPr="000C6BBC">
              <w:rPr>
                <w:b/>
                <w:sz w:val="28"/>
                <w:szCs w:val="28"/>
              </w:rPr>
              <w:t>Warmups</w:t>
            </w:r>
            <w:proofErr w:type="spellEnd"/>
          </w:p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287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23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161174" w:rsidRDefault="001611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7252AA" w:rsidP="00CE2A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PSYCHOLOGY I</w:t>
            </w:r>
            <w:bookmarkStart w:id="0" w:name="_GoBack"/>
            <w:bookmarkEnd w:id="0"/>
            <w:r w:rsidR="008476C6" w:rsidRPr="000C6BB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476C6" w:rsidRPr="000C6BBC">
              <w:rPr>
                <w:b/>
                <w:sz w:val="28"/>
                <w:szCs w:val="28"/>
              </w:rPr>
              <w:t>Warmups</w:t>
            </w:r>
            <w:proofErr w:type="spellEnd"/>
          </w:p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287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23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8476C6" w:rsidRDefault="008476C6"/>
    <w:sectPr w:rsidR="008476C6" w:rsidSect="00161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C6"/>
    <w:rsid w:val="00041235"/>
    <w:rsid w:val="000C6BBC"/>
    <w:rsid w:val="00161174"/>
    <w:rsid w:val="002553C6"/>
    <w:rsid w:val="007252AA"/>
    <w:rsid w:val="008476C6"/>
    <w:rsid w:val="00A5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I\PSYCHOLOGY%20II%20Warmup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PSYCHOLOGY II Warmups</Template>
  <TotalTime>0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2010-03-02T15:04:00Z</cp:lastPrinted>
  <dcterms:created xsi:type="dcterms:W3CDTF">2012-08-24T20:04:00Z</dcterms:created>
  <dcterms:modified xsi:type="dcterms:W3CDTF">2012-08-24T20:04:00Z</dcterms:modified>
</cp:coreProperties>
</file>